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595776" behindDoc="1" locked="0" layoutInCell="1" allowOverlap="1">
                <wp:simplePos x="0" y="0"/>
                <wp:positionH relativeFrom="column">
                  <wp:posOffset>-1151255</wp:posOffset>
                </wp:positionH>
                <wp:positionV relativeFrom="paragraph">
                  <wp:posOffset>-927100</wp:posOffset>
                </wp:positionV>
                <wp:extent cx="7796530" cy="10920730"/>
                <wp:effectExtent l="0" t="0" r="13970" b="139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6530" cy="10920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65pt;margin-top:-73pt;height:859.9pt;width:613.9pt;z-index:-251720704;v-text-anchor:middle;mso-width-relative:page;mso-height-relative:page;" fillcolor="#FFFFFF [3212]" filled="t" stroked="f" coordsize="21600,21600" o:gfxdata="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++Dyg3AAAAA8B&#10;AAAPAAAAAAAAAAEAIAAAACIAAABkcnMvZG93bnJldi54bWxQSwECFAAUAAAACACHTuJACY115lAC&#10;AAB/BAAADgAAAAAAAAABACAAAAAr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595776" behindDoc="1" locked="0" layoutInCell="1" allowOverlap="1">
                <wp:simplePos x="0" y="0"/>
                <wp:positionH relativeFrom="column">
                  <wp:posOffset>-1179830</wp:posOffset>
                </wp:positionH>
                <wp:positionV relativeFrom="paragraph">
                  <wp:posOffset>-918210</wp:posOffset>
                </wp:positionV>
                <wp:extent cx="7672705" cy="10759440"/>
                <wp:effectExtent l="0" t="0" r="4445" b="381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pt;margin-top:-72.3pt;height:847.2pt;width:604.15pt;z-index:-251720704;v-text-anchor:middle;mso-width-relative:page;mso-height-relative:page;" fillcolor="#FFFFFF [3212]" filled="t" stroked="f" coordsize="21600,21600" o:gfxdata="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E5yNN0AAAAP&#10;AQAADwAAAAAAAAABACAAAAAiAAAAZHJzL2Rvd25yZXYueG1sUEsBAhQAFAAAAAgAh07iQDGLkFVQ&#10;AgAAfwQAAA4AAAAAAAAAAQAgAAAAL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14208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577215</wp:posOffset>
            </wp:positionV>
            <wp:extent cx="1050925" cy="1285875"/>
            <wp:effectExtent l="0" t="0" r="15875" b="9525"/>
            <wp:wrapNone/>
            <wp:docPr id="5" name="图片 5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285875"/>
                    </a:xfrm>
                    <a:prstGeom prst="rect">
                      <a:avLst/>
                    </a:prstGeom>
                    <a:grpFill/>
                    <a:ln w="571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-606425</wp:posOffset>
                </wp:positionH>
                <wp:positionV relativeFrom="paragraph">
                  <wp:posOffset>3562985</wp:posOffset>
                </wp:positionV>
                <wp:extent cx="1408430" cy="1361440"/>
                <wp:effectExtent l="0" t="0" r="0" b="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04" cy="13614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 xml:space="preserve">生日：1991.12.18             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所在地：北京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>·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通州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电话：131415161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both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151515@126.com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7.75pt;margin-top:280.55pt;height:107.2pt;width:110.9pt;z-index:251609088;mso-width-relative:page;mso-height-relative:page;" filled="f" stroked="f" coordsize="21600,21600" o:gfxdata="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s55fQ9oAAAALAQAADwAAAAAAAAABACAAAAAiAAAAZHJzL2Rvd25y&#10;ZXYueG1sUEsBAhQAFAAAAAgAh07iQOVwsMGKAQAA7wIAAA4AAAAAAAAAAQAgAAAAKQ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 xml:space="preserve">生日：1991.12.18             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所在地：北京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10"/>
                          <w:szCs w:val="10"/>
                        </w:rPr>
                        <w:t>·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通州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电话：131415161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  <w:jc w:val="both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FFFFFF"/>
                          <w:kern w:val="24"/>
                          <w:sz w:val="20"/>
                          <w:szCs w:val="20"/>
                        </w:rPr>
                        <w:t>151515@126.com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-825500</wp:posOffset>
                </wp:positionH>
                <wp:positionV relativeFrom="paragraph">
                  <wp:posOffset>4686935</wp:posOffset>
                </wp:positionV>
                <wp:extent cx="157480" cy="105410"/>
                <wp:effectExtent l="0" t="0" r="0" b="9525"/>
                <wp:wrapNone/>
                <wp:docPr id="5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0519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pt;margin-top:369.05pt;height:8.3pt;width:12.4pt;z-index:251610112;v-text-anchor:middle;mso-width-relative:page;mso-height-relative:page;" fillcolor="#FFFFFF" filled="t" stroked="f" coordsize="4974795,3320682" o:gfxdata="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5&#10;8NWP2gAAAA0BAAAPAAAAAAAAAAEAIAAAACIAAABkcnMvZG93bnJldi54bWxQSwECFAAUAAAACACH&#10;TuJAmHxScM0CAACrBgAADgAAAAAAAAABACAAAAApAQAAZHJzL2Uyb0RvYy54bWxQSwUGAAAAAAYA&#10;BgBZAQAAaAYAAAAA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-827405</wp:posOffset>
                </wp:positionH>
                <wp:positionV relativeFrom="paragraph">
                  <wp:posOffset>4067175</wp:posOffset>
                </wp:positionV>
                <wp:extent cx="157480" cy="134620"/>
                <wp:effectExtent l="0" t="0" r="0" b="0"/>
                <wp:wrapNone/>
                <wp:docPr id="5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3431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72" h="400516">
                              <a:moveTo>
                                <a:pt x="324036" y="0"/>
                              </a:moveTo>
                              <a:lnTo>
                                <a:pt x="648072" y="216024"/>
                              </a:lnTo>
                              <a:lnTo>
                                <a:pt x="520183" y="216024"/>
                              </a:lnTo>
                              <a:cubicBezTo>
                                <a:pt x="521934" y="217353"/>
                                <a:pt x="522036" y="218913"/>
                                <a:pt x="522036" y="220497"/>
                              </a:cubicBezTo>
                              <a:lnTo>
                                <a:pt x="522036" y="364511"/>
                              </a:lnTo>
                              <a:cubicBezTo>
                                <a:pt x="522036" y="384396"/>
                                <a:pt x="505916" y="400516"/>
                                <a:pt x="486031" y="400516"/>
                              </a:cubicBezTo>
                              <a:lnTo>
                                <a:pt x="378042" y="400516"/>
                              </a:lnTo>
                              <a:lnTo>
                                <a:pt x="378042" y="256516"/>
                              </a:lnTo>
                              <a:lnTo>
                                <a:pt x="270030" y="256516"/>
                              </a:lnTo>
                              <a:lnTo>
                                <a:pt x="270030" y="400516"/>
                              </a:lnTo>
                              <a:lnTo>
                                <a:pt x="162041" y="400516"/>
                              </a:lnTo>
                              <a:cubicBezTo>
                                <a:pt x="142156" y="400516"/>
                                <a:pt x="126036" y="384396"/>
                                <a:pt x="126036" y="364511"/>
                              </a:cubicBezTo>
                              <a:lnTo>
                                <a:pt x="126036" y="220497"/>
                              </a:lnTo>
                              <a:lnTo>
                                <a:pt x="127889" y="216024"/>
                              </a:lnTo>
                              <a:lnTo>
                                <a:pt x="0" y="216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.15pt;margin-top:320.25pt;height:10.6pt;width:12.4pt;z-index:251611136;v-text-anchor:middle;mso-width-relative:page;mso-height-relative:page;" fillcolor="#FFFFFF" filled="t" stroked="f" coordsize="648072,400516" o:gfxdata="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HbjelzcAAAADQEAAA8AAAAA&#10;AAAAAQAgAAAAIgAAAGRycy9kb3ducmV2LnhtbFBLAQIUABQAAAAIAIdO4kBYQi5K9AIAAHYHAAAO&#10;AAAAAAAAAAEAIAAAACsBAABkcnMvZTJvRG9jLnhtbFBLBQYAAAAABgAGAFkBAACRBg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4373245</wp:posOffset>
                </wp:positionV>
                <wp:extent cx="157480" cy="157480"/>
                <wp:effectExtent l="0" t="0" r="0" b="0"/>
                <wp:wrapNone/>
                <wp:docPr id="5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6" cy="1573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593" h="577592">
                              <a:moveTo>
                                <a:pt x="234310" y="380217"/>
                              </a:moveTo>
                              <a:cubicBezTo>
                                <a:pt x="246869" y="387442"/>
                                <a:pt x="258665" y="381442"/>
                                <a:pt x="262548" y="404283"/>
                              </a:cubicBezTo>
                              <a:cubicBezTo>
                                <a:pt x="266431" y="427125"/>
                                <a:pt x="242854" y="459767"/>
                                <a:pt x="229183" y="471323"/>
                              </a:cubicBezTo>
                              <a:cubicBezTo>
                                <a:pt x="215512" y="482878"/>
                                <a:pt x="193419" y="478515"/>
                                <a:pt x="180522" y="473617"/>
                              </a:cubicBezTo>
                              <a:cubicBezTo>
                                <a:pt x="193965" y="466292"/>
                                <a:pt x="207048" y="454529"/>
                                <a:pt x="217339" y="440601"/>
                              </a:cubicBezTo>
                              <a:cubicBezTo>
                                <a:pt x="233687" y="418479"/>
                                <a:pt x="240024" y="395096"/>
                                <a:pt x="234310" y="380217"/>
                              </a:cubicBezTo>
                              <a:close/>
                              <a:moveTo>
                                <a:pt x="425006" y="121382"/>
                              </a:moveTo>
                              <a:cubicBezTo>
                                <a:pt x="429704" y="126991"/>
                                <a:pt x="433488" y="134230"/>
                                <a:pt x="436644" y="143057"/>
                              </a:cubicBezTo>
                              <a:cubicBezTo>
                                <a:pt x="453017" y="188848"/>
                                <a:pt x="374979" y="223071"/>
                                <a:pt x="356472" y="222273"/>
                              </a:cubicBezTo>
                              <a:cubicBezTo>
                                <a:pt x="340632" y="221589"/>
                                <a:pt x="329013" y="212922"/>
                                <a:pt x="316773" y="203393"/>
                              </a:cubicBezTo>
                              <a:cubicBezTo>
                                <a:pt x="332982" y="199546"/>
                                <a:pt x="349992" y="192409"/>
                                <a:pt x="365914" y="183372"/>
                              </a:cubicBezTo>
                              <a:cubicBezTo>
                                <a:pt x="400284" y="163865"/>
                                <a:pt x="423202" y="139309"/>
                                <a:pt x="425006" y="121382"/>
                              </a:cubicBezTo>
                              <a:close/>
                              <a:moveTo>
                                <a:pt x="288797" y="0"/>
                              </a:moveTo>
                              <a:cubicBezTo>
                                <a:pt x="448295" y="0"/>
                                <a:pt x="577593" y="129298"/>
                                <a:pt x="577593" y="288796"/>
                              </a:cubicBezTo>
                              <a:cubicBezTo>
                                <a:pt x="577593" y="448294"/>
                                <a:pt x="448295" y="577592"/>
                                <a:pt x="288797" y="577592"/>
                              </a:cubicBezTo>
                              <a:cubicBezTo>
                                <a:pt x="242745" y="577593"/>
                                <a:pt x="199210" y="566813"/>
                                <a:pt x="160790" y="547224"/>
                              </a:cubicBezTo>
                              <a:lnTo>
                                <a:pt x="160978" y="548653"/>
                              </a:lnTo>
                              <a:cubicBezTo>
                                <a:pt x="160918" y="548616"/>
                                <a:pt x="159201" y="547509"/>
                                <a:pt x="156576" y="545302"/>
                              </a:cubicBezTo>
                              <a:cubicBezTo>
                                <a:pt x="155826" y="545059"/>
                                <a:pt x="155138" y="544697"/>
                                <a:pt x="154452" y="544332"/>
                              </a:cubicBezTo>
                              <a:lnTo>
                                <a:pt x="154081" y="542962"/>
                              </a:lnTo>
                              <a:cubicBezTo>
                                <a:pt x="143887" y="534039"/>
                                <a:pt x="126458" y="513897"/>
                                <a:pt x="125778" y="482542"/>
                              </a:cubicBezTo>
                              <a:cubicBezTo>
                                <a:pt x="125207" y="456209"/>
                                <a:pt x="135424" y="442013"/>
                                <a:pt x="144328" y="435402"/>
                              </a:cubicBezTo>
                              <a:cubicBezTo>
                                <a:pt x="141049" y="427772"/>
                                <a:pt x="139101" y="420175"/>
                                <a:pt x="137482" y="414002"/>
                              </a:cubicBezTo>
                              <a:cubicBezTo>
                                <a:pt x="130441" y="387159"/>
                                <a:pt x="138178" y="160274"/>
                                <a:pt x="347629" y="102143"/>
                              </a:cubicBezTo>
                              <a:cubicBezTo>
                                <a:pt x="355010" y="100659"/>
                                <a:pt x="362177" y="99561"/>
                                <a:pt x="369059" y="99057"/>
                              </a:cubicBezTo>
                              <a:cubicBezTo>
                                <a:pt x="375940" y="98553"/>
                                <a:pt x="382537" y="98644"/>
                                <a:pt x="388776" y="99538"/>
                              </a:cubicBezTo>
                              <a:cubicBezTo>
                                <a:pt x="400320" y="101193"/>
                                <a:pt x="410643" y="105601"/>
                                <a:pt x="418998" y="114390"/>
                              </a:cubicBezTo>
                              <a:cubicBezTo>
                                <a:pt x="425438" y="129703"/>
                                <a:pt x="401160" y="157423"/>
                                <a:pt x="362093" y="179190"/>
                              </a:cubicBezTo>
                              <a:cubicBezTo>
                                <a:pt x="345488" y="188443"/>
                                <a:pt x="327757" y="195717"/>
                                <a:pt x="311456" y="199847"/>
                              </a:cubicBezTo>
                              <a:cubicBezTo>
                                <a:pt x="306035" y="196348"/>
                                <a:pt x="300569" y="194901"/>
                                <a:pt x="294986" y="197818"/>
                              </a:cubicBezTo>
                              <a:cubicBezTo>
                                <a:pt x="275325" y="208090"/>
                                <a:pt x="219960" y="314670"/>
                                <a:pt x="214388" y="347873"/>
                              </a:cubicBezTo>
                              <a:cubicBezTo>
                                <a:pt x="212440" y="359480"/>
                                <a:pt x="217439" y="367666"/>
                                <a:pt x="224964" y="373701"/>
                              </a:cubicBezTo>
                              <a:lnTo>
                                <a:pt x="224630" y="374083"/>
                              </a:lnTo>
                              <a:cubicBezTo>
                                <a:pt x="237092" y="384983"/>
                                <a:pt x="231822" y="412316"/>
                                <a:pt x="212274" y="438164"/>
                              </a:cubicBezTo>
                              <a:cubicBezTo>
                                <a:pt x="201379" y="452569"/>
                                <a:pt x="187435" y="464598"/>
                                <a:pt x="173722" y="471257"/>
                              </a:cubicBezTo>
                              <a:cubicBezTo>
                                <a:pt x="160041" y="464734"/>
                                <a:pt x="151775" y="453122"/>
                                <a:pt x="146587" y="441033"/>
                              </a:cubicBezTo>
                              <a:cubicBezTo>
                                <a:pt x="139259" y="451214"/>
                                <a:pt x="130813" y="467448"/>
                                <a:pt x="133146" y="486288"/>
                              </a:cubicBezTo>
                              <a:cubicBezTo>
                                <a:pt x="137119" y="518381"/>
                                <a:pt x="141720" y="516247"/>
                                <a:pt x="146174" y="525248"/>
                              </a:cubicBezTo>
                              <a:cubicBezTo>
                                <a:pt x="158269" y="542339"/>
                                <a:pt x="158341" y="537239"/>
                                <a:pt x="159578" y="539900"/>
                              </a:cubicBezTo>
                              <a:cubicBezTo>
                                <a:pt x="198149" y="560306"/>
                                <a:pt x="242154" y="571597"/>
                                <a:pt x="288797" y="571597"/>
                              </a:cubicBezTo>
                              <a:cubicBezTo>
                                <a:pt x="444983" y="571597"/>
                                <a:pt x="571598" y="444983"/>
                                <a:pt x="571598" y="288796"/>
                              </a:cubicBezTo>
                              <a:cubicBezTo>
                                <a:pt x="571598" y="132609"/>
                                <a:pt x="444984" y="5995"/>
                                <a:pt x="288797" y="5995"/>
                              </a:cubicBezTo>
                              <a:cubicBezTo>
                                <a:pt x="132610" y="5995"/>
                                <a:pt x="5996" y="132609"/>
                                <a:pt x="5996" y="288796"/>
                              </a:cubicBezTo>
                              <a:cubicBezTo>
                                <a:pt x="5996" y="370017"/>
                                <a:pt x="40236" y="443242"/>
                                <a:pt x="95262" y="494616"/>
                              </a:cubicBezTo>
                              <a:lnTo>
                                <a:pt x="90248" y="498151"/>
                              </a:lnTo>
                              <a:cubicBezTo>
                                <a:pt x="34594" y="445716"/>
                                <a:pt x="0" y="371296"/>
                                <a:pt x="1" y="288796"/>
                              </a:cubicBezTo>
                              <a:cubicBezTo>
                                <a:pt x="1" y="129298"/>
                                <a:pt x="129299" y="0"/>
                                <a:pt x="288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4.85pt;margin-top:344.35pt;height:12.4pt;width:12.4pt;z-index:251612160;v-text-anchor:middle;mso-width-relative:page;mso-height-relative:page;" fillcolor="#FFFFFF" filled="t" stroked="f" coordsize="577593,577592" o:gfxdata="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<v:fill on="t" focussize="0,0"/>
                <v:stroke on="f" weight="0.2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-827405</wp:posOffset>
                </wp:positionH>
                <wp:positionV relativeFrom="paragraph">
                  <wp:posOffset>3745230</wp:posOffset>
                </wp:positionV>
                <wp:extent cx="162560" cy="153035"/>
                <wp:effectExtent l="0" t="0" r="9525" b="0"/>
                <wp:wrapNone/>
                <wp:docPr id="5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21" cy="152771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5.15pt;margin-top:294.9pt;height:12.05pt;width:12.8pt;z-index:251613184;v-text-anchor:middle;mso-width-relative:page;mso-height-relative:page;" fillcolor="#FFFFFF" filled="t" stroked="f" coordsize="1993900,1873250" o:gfxdata="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5206,120048;105680,47029;94037,92630;89424,65077;84129,57462;87937,56626;91034,55171;93480,53190;95245,50620;96576,47029;46359,101113;54875,64582;46359,65480;49673,56967;52986,55697;55649,53902;57631,51549;59024,48639;17496,21751;14003,24133;12334,28062;12890,129176;15549,132424;19691,133693;139076,132765;142075,129825;142971,28805;141673,24690;138427,21998;125629,26423;27234,21410;108812,16800;135583,9065;141425,9962;146588,12438;150761,16274;153729,21132;155182,26825;155058,129300;153327,134838;150143,139541;145784,143161;140498,145388;19691,146038;13848,145141;8655,142635;4482,138829;1545,133971;92,128309;216,25804;1916,20265;5100,15532;9490,11912;14776,9684;29645,9065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2578100</wp:posOffset>
                </wp:positionV>
                <wp:extent cx="2138045" cy="487680"/>
                <wp:effectExtent l="0" t="0" r="0" b="0"/>
                <wp:wrapNone/>
                <wp:docPr id="49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006" cy="4876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2016届应届大学本科毕业生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-82.55pt;margin-top:203pt;height:38.4pt;width:168.35pt;z-index:251616256;mso-width-relative:page;mso-height-relative:page;" filled="f" stroked="f" coordsize="21600,21600" o:gfxdata="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P1ajt2AAAAAwBAAAPAAAAAAAA&#10;AAEAIAAAACIAAABkcnMvZG93bnJldi54bWxQSwECFAAUAAAACACHTuJAh8jDXK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2016届应届大学本科毕业生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2175510</wp:posOffset>
                </wp:positionV>
                <wp:extent cx="1399540" cy="68580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514" cy="6857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center"/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0.45pt;margin-top:171.3pt;height:54pt;width:110.2pt;z-index:251617280;mso-width-relative:page;mso-height-relative:page;" filled="f" stroked="f" coordsize="21600,21600" o:gfxdata="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KGbm19sAAAALAQAADwAAAAAAAAABACAAAAAiAAAAZHJzL2Rvd25y&#10;ZXYueG1sUEsBAhQAFAAAAAgAh07iQK8VDj2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center"/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-45085</wp:posOffset>
                </wp:positionV>
                <wp:extent cx="4705985" cy="259080"/>
                <wp:effectExtent l="0" t="0" r="18415" b="7620"/>
                <wp:wrapNone/>
                <wp:docPr id="45" name="任意多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-3.55pt;height:20.4pt;width:370.55pt;z-index:251628544;v-text-anchor:middle;mso-width-relative:page;mso-height-relative:page;" fillcolor="#4A4E59" filled="t" stroked="f" coordsize="4706252,259229" o:gfxdata="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-44450</wp:posOffset>
                </wp:positionV>
                <wp:extent cx="227330" cy="259080"/>
                <wp:effectExtent l="0" t="0" r="1270" b="7620"/>
                <wp:wrapNone/>
                <wp:docPr id="46" name="平行四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-3.5pt;height:20.4pt;width:17.9pt;z-index:251629568;v-text-anchor:middle;mso-width-relative:page;mso-height-relative:page;" fillcolor="#2192BC" filled="t" stroked="f" coordsize="21600,21600" o:gfxdata="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Pi/6C2QAAAAkBAAAPAAAAAAAAAAEAIAAAACIAAABk&#10;cnMvZG93bnJldi54bWxQSwECFAAUAAAACACHTuJA1luckQUCAADFAwAADgAAAAAAAAABACAAAAAo&#10;AQAAZHJzL2Uyb0RvYy54bWxQSwUGAAAAAAYABgBZAQAAnwUAAAAA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-46990</wp:posOffset>
                </wp:positionV>
                <wp:extent cx="1878965" cy="243840"/>
                <wp:effectExtent l="0" t="0" r="0" b="0"/>
                <wp:wrapNone/>
                <wp:docPr id="47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教育背景    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133.4pt;margin-top:-3.7pt;height:19.2pt;width:147.95pt;z-index:251630592;mso-width-relative:page;mso-height-relative:page;" filled="f" stroked="f" coordsize="21600,21600" o:gfxdata="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a2gvHXAAAACQEAAA8AAAAAAAAA&#10;AQAgAAAAIgAAAGRycy9kb3ducmV2LnhtbFBLAQIUABQAAAAIAIdO4kCHON5EoAEAABE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教育背景    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-44450</wp:posOffset>
                </wp:positionV>
                <wp:extent cx="227330" cy="259080"/>
                <wp:effectExtent l="0" t="0" r="1270" b="7620"/>
                <wp:wrapNone/>
                <wp:docPr id="48" name="平行四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-3.5pt;height:20.4pt;width:17.9pt;z-index:251631616;v-text-anchor:middle;mso-width-relative:page;mso-height-relative:page;" fillcolor="#4A4E59" filled="t" stroked="f" coordsize="21600,21600" o:gfxdata="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pciGtgAAAAJAQAADwAA&#10;AAAAAAABACAAAAAiAAAAZHJzL2Rvd25yZXYueG1sUEsBAhQAFAAAAAgAh07iQNT4G9EWAgAA7QMA&#10;AA4AAAAAAAAAAQAgAAAAJwEAAGRycy9lMm9Eb2MueG1sUEsFBgAAAAAGAAYAWQEAAK8FAAAA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1783080</wp:posOffset>
                </wp:positionV>
                <wp:extent cx="4705985" cy="259080"/>
                <wp:effectExtent l="0" t="0" r="18415" b="7620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140.4pt;height:20.4pt;width:370.55pt;z-index:251633664;v-text-anchor:middle;mso-width-relative:page;mso-height-relative:page;" fillcolor="#4A4E59" filled="t" stroked="f" coordsize="4706252,259229" o:gfxdata="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1783715</wp:posOffset>
                </wp:positionV>
                <wp:extent cx="227330" cy="259080"/>
                <wp:effectExtent l="0" t="0" r="1270" b="7620"/>
                <wp:wrapNone/>
                <wp:docPr id="42" name="平行四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140.45pt;height:20.4pt;width:17.9pt;z-index:251634688;v-text-anchor:middle;mso-width-relative:page;mso-height-relative:page;" fillcolor="#2192BC" filled="t" stroked="f" coordsize="21600,21600" o:gfxdata="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4grndsAAAALAQAADwAAAAAAAAABACAAAAAiAAAA&#10;ZHJzL2Rvd25yZXYueG1sUEsBAhQAFAAAAAgAh07iQNcvK+oEAgAAxQMAAA4AAAAAAAAAAQAgAAAA&#10;KgEAAGRycy9lMm9Eb2MueG1sUEsFBgAAAAAGAAYAWQEAAKAFAAAA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1781175</wp:posOffset>
                </wp:positionV>
                <wp:extent cx="1878965" cy="243840"/>
                <wp:effectExtent l="0" t="0" r="0" b="0"/>
                <wp:wrapNone/>
                <wp:docPr id="43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>工作经历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Experience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133.4pt;margin-top:140.25pt;height:19.2pt;width:147.95pt;z-index:251635712;mso-width-relative:page;mso-height-relative:page;" filled="f" stroked="f" coordsize="21600,21600" o:gfxdata="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jeJWfYAAAACwEAAA8AAAAA&#10;AAAAAQAgAAAAIgAAAGRycy9kb3ducmV2LnhtbFBLAQIUABQAAAAIAIdO4kCTOlgH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方正兰亭粗黑简体" w:eastAsia="方正兰亭粗黑简体" w:cstheme="minorBidi"/>
                          <w:color w:val="00B0F0"/>
                          <w:kern w:val="24"/>
                        </w:rPr>
                        <w:t>工作经历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1783715</wp:posOffset>
                </wp:positionV>
                <wp:extent cx="227330" cy="259080"/>
                <wp:effectExtent l="0" t="0" r="1270" b="7620"/>
                <wp:wrapNone/>
                <wp:docPr id="44" name="平行四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140.45pt;height:20.4pt;width:17.9pt;z-index:251636736;v-text-anchor:middle;mso-width-relative:page;mso-height-relative:page;" fillcolor="#4A4E59" filled="t" stroked="f" coordsize="21600,21600" o:gfxdata="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6z4f2QAAAAsBAAAP&#10;AAAAAAAAAAEAIAAAACIAAABkcnMvZG93bnJldi54bWxQSwECFAAUAAAACACHTuJAv09t+hcCAADt&#10;AwAADgAAAAAAAAABACAAAAAoAQAAZHJzL2Uyb0RvYy54bWxQSwUGAAAAAAYABgBZAQAAsQUAAAAA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4779010</wp:posOffset>
                </wp:positionV>
                <wp:extent cx="4705985" cy="259080"/>
                <wp:effectExtent l="0" t="0" r="18415" b="7620"/>
                <wp:wrapNone/>
                <wp:docPr id="37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376.3pt;height:20.4pt;width:370.55pt;z-index:251638784;v-text-anchor:middle;mso-width-relative:page;mso-height-relative:page;" fillcolor="#4A4E59" filled="t" stroked="f" coordsize="4706252,259229" o:gfxdata="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4779010</wp:posOffset>
                </wp:positionV>
                <wp:extent cx="227330" cy="259080"/>
                <wp:effectExtent l="0" t="0" r="1270" b="7620"/>
                <wp:wrapNone/>
                <wp:docPr id="38" name="平行四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376.3pt;height:20.4pt;width:17.9pt;z-index:251639808;v-text-anchor:middle;mso-width-relative:page;mso-height-relative:page;" fillcolor="#2192BC" filled="t" stroked="f" coordsize="21600,21600" o:gfxdata="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D8yBfbAAAACwEAAA8AAAAAAAAAAQAgAAAAIgAA&#10;AGRycy9kb3ducmV2LnhtbFBLAQIUABQAAAAIAIdO4kA+mINxBQIAAMUDAAAOAAAAAAAAAAEAIAAA&#10;ACoBAABkcnMvZTJvRG9jLnhtbFBLBQYAAAAABgAGAFkBAAChBQAAAAA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4776470</wp:posOffset>
                </wp:positionV>
                <wp:extent cx="1878965" cy="243840"/>
                <wp:effectExtent l="0" t="0" r="0" b="0"/>
                <wp:wrapNone/>
                <wp:docPr id="39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校内活动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Practice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2" o:spid="_x0000_s1026" o:spt="202" type="#_x0000_t202" style="position:absolute;left:0pt;margin-left:133.4pt;margin-top:376.1pt;height:19.2pt;width:147.95pt;z-index:251640832;mso-width-relative:page;mso-height-relative:page;" filled="f" stroked="f" coordsize="21600,21600" o:gfxdata="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c1ov3YAAAACwEAAA8AAAAA&#10;AAAAAQAgAAAAIgAAAGRycy9kb3ducmV2LnhtbFBLAQIUABQAAAAIAIdO4kDQCgje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校内活动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Practice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4779010</wp:posOffset>
                </wp:positionV>
                <wp:extent cx="227330" cy="259080"/>
                <wp:effectExtent l="0" t="0" r="1270" b="7620"/>
                <wp:wrapNone/>
                <wp:docPr id="40" name="平行四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376.3pt;height:20.4pt;width:17.9pt;z-index:251641856;v-text-anchor:middle;mso-width-relative:page;mso-height-relative:page;" fillcolor="#4A4E59" filled="t" stroked="f" coordsize="21600,21600" o:gfxdata="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Z/dldgAAAALAQAADwAA&#10;AAAAAAABACAAAAAiAAAAZHJzL2Rvd25yZXYueG1sUEsBAhQAFAAAAAgAh07iQGbdQOMWAgAA7QMA&#10;AA4AAAAAAAAAAQAgAAAAJwEAAGRycy9lMm9Eb2MueG1sUEsFBgAAAAAGAAYAWQEAAK8FAAAA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6449695</wp:posOffset>
                </wp:positionV>
                <wp:extent cx="4705985" cy="259080"/>
                <wp:effectExtent l="0" t="0" r="18415" b="762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507.85pt;height:20.4pt;width:370.55pt;z-index:251643904;v-text-anchor:middle;mso-width-relative:page;mso-height-relative:page;" fillcolor="#4A4E59" filled="t" stroked="f" coordsize="4706252,259229" o:gfxdata="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6450330</wp:posOffset>
                </wp:positionV>
                <wp:extent cx="227330" cy="259080"/>
                <wp:effectExtent l="0" t="0" r="1270" b="7620"/>
                <wp:wrapNone/>
                <wp:docPr id="34" name="平行四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507.9pt;height:20.4pt;width:17.9pt;z-index:251644928;v-text-anchor:middle;mso-width-relative:page;mso-height-relative:page;" fillcolor="#2192BC" filled="t" stroked="f" coordsize="21600,21600" o:gfxdata="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lMHXdoAAAANAQAADwAAAAAAAAABACAAAAAiAAAA&#10;ZHJzL2Rvd25yZXYueG1sUEsBAhQAFAAAAAgAh07iQD0EWv0FAgAAxQMAAA4AAAAAAAAAAQAgAAAA&#10;KQEAAGRycy9lMm9Eb2MueG1sUEsFBgAAAAAGAAYAWQEAAKAFAAAA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6447790</wp:posOffset>
                </wp:positionV>
                <wp:extent cx="1878965" cy="243840"/>
                <wp:effectExtent l="0" t="0" r="0" b="0"/>
                <wp:wrapNone/>
                <wp:docPr id="35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40" w:lineRule="exact"/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技能评价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Skill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1" o:spid="_x0000_s1026" o:spt="202" type="#_x0000_t202" style="position:absolute;left:0pt;margin-left:133.4pt;margin-top:507.7pt;height:19.2pt;width:147.95pt;z-index:251645952;mso-width-relative:page;mso-height-relative:page;" filled="f" stroked="f" coordsize="21600,21600" o:gfxdata="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clNTcdkAAAANAQAADwAAAAAA&#10;AAABACAAAAAiAAAAZHJzL2Rvd25yZXYueG1sUEsBAhQAFAAAAAgAh07iQN/zkKugAQAAEg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40" w:lineRule="exact"/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技能评价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Skill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6450330</wp:posOffset>
                </wp:positionV>
                <wp:extent cx="227330" cy="259080"/>
                <wp:effectExtent l="0" t="0" r="1270" b="7620"/>
                <wp:wrapNone/>
                <wp:docPr id="36" name="平行四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507.9pt;height:20.4pt;width:17.9pt;z-index:251646976;v-text-anchor:middle;mso-width-relative:page;mso-height-relative:page;" fillcolor="#4A4E59" filled="t" stroked="f" coordsize="21600,21600" o:gfxdata="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xOLxt2QAAAA0BAAAP&#10;AAAAAAAAAAEAIAAAACIAAABkcnMvZG93bnJldi54bWxQSwECFAAUAAAACACHTuJAOHOjSRcCAADt&#10;AwAADgAAAAAAAAABACAAAAAoAQAAZHJzL2Uyb0RvYy54bWxQSwUGAAAAAAYABgBZAQAAsQUAAAAA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8136890</wp:posOffset>
                </wp:positionV>
                <wp:extent cx="4705985" cy="259080"/>
                <wp:effectExtent l="0" t="0" r="18415" b="7620"/>
                <wp:wrapNone/>
                <wp:docPr id="2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06166" cy="259227"/>
                        </a:xfrm>
                        <a:custGeom>
                          <a:avLst/>
                          <a:gdLst>
                            <a:gd name="connsiteX0" fmla="*/ 1770532 w 4706252"/>
                            <a:gd name="connsiteY0" fmla="*/ 259229 h 259229"/>
                            <a:gd name="connsiteX1" fmla="*/ 4706252 w 4706252"/>
                            <a:gd name="connsiteY1" fmla="*/ 259229 h 259229"/>
                            <a:gd name="connsiteX2" fmla="*/ 4706252 w 4706252"/>
                            <a:gd name="connsiteY2" fmla="*/ 175455 h 259229"/>
                            <a:gd name="connsiteX3" fmla="*/ 2174549 w 4706252"/>
                            <a:gd name="connsiteY3" fmla="*/ 175455 h 259229"/>
                            <a:gd name="connsiteX4" fmla="*/ 2074433 w 4706252"/>
                            <a:gd name="connsiteY4" fmla="*/ 0 h 259229"/>
                            <a:gd name="connsiteX5" fmla="*/ 2072579 w 4706252"/>
                            <a:gd name="connsiteY5" fmla="*/ 0 h 259229"/>
                            <a:gd name="connsiteX6" fmla="*/ 1770532 w 4706252"/>
                            <a:gd name="connsiteY6" fmla="*/ 0 h 259229"/>
                            <a:gd name="connsiteX7" fmla="*/ 1072994 w 4706252"/>
                            <a:gd name="connsiteY7" fmla="*/ 0 h 259229"/>
                            <a:gd name="connsiteX8" fmla="*/ 553294 w 4706252"/>
                            <a:gd name="connsiteY8" fmla="*/ 0 h 259229"/>
                            <a:gd name="connsiteX9" fmla="*/ 0 w 4706252"/>
                            <a:gd name="connsiteY9" fmla="*/ 0 h 259229"/>
                            <a:gd name="connsiteX10" fmla="*/ 142202 w 4706252"/>
                            <a:gd name="connsiteY10" fmla="*/ 258866 h 259229"/>
                            <a:gd name="connsiteX11" fmla="*/ 415551 w 4706252"/>
                            <a:gd name="connsiteY11" fmla="*/ 258866 h 259229"/>
                            <a:gd name="connsiteX12" fmla="*/ 1072994 w 4706252"/>
                            <a:gd name="connsiteY12" fmla="*/ 258866 h 259229"/>
                            <a:gd name="connsiteX13" fmla="*/ 1770532 w 4706252"/>
                            <a:gd name="connsiteY13" fmla="*/ 258866 h 259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706252" h="259229">
                              <a:moveTo>
                                <a:pt x="1770532" y="259229"/>
                              </a:moveTo>
                              <a:lnTo>
                                <a:pt x="4706252" y="259229"/>
                              </a:lnTo>
                              <a:lnTo>
                                <a:pt x="4706252" y="175455"/>
                              </a:lnTo>
                              <a:lnTo>
                                <a:pt x="2174549" y="175455"/>
                              </a:lnTo>
                              <a:lnTo>
                                <a:pt x="2074433" y="0"/>
                              </a:lnTo>
                              <a:lnTo>
                                <a:pt x="2072579" y="0"/>
                              </a:lnTo>
                              <a:lnTo>
                                <a:pt x="1770532" y="0"/>
                              </a:lnTo>
                              <a:lnTo>
                                <a:pt x="1072994" y="0"/>
                              </a:lnTo>
                              <a:lnTo>
                                <a:pt x="553294" y="0"/>
                              </a:lnTo>
                              <a:lnTo>
                                <a:pt x="0" y="0"/>
                              </a:lnTo>
                              <a:lnTo>
                                <a:pt x="142202" y="258866"/>
                              </a:lnTo>
                              <a:lnTo>
                                <a:pt x="415551" y="258866"/>
                              </a:lnTo>
                              <a:lnTo>
                                <a:pt x="1072994" y="258866"/>
                              </a:lnTo>
                              <a:lnTo>
                                <a:pt x="1770532" y="2588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y;margin-left:123.85pt;margin-top:640.7pt;height:20.4pt;width:370.55pt;z-index:251649024;v-text-anchor:middle;mso-width-relative:page;mso-height-relative:page;" fillcolor="#4A4E59" filled="t" stroked="f" coordsize="4706252,259229" o:gfxdata="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vME0&#10;ttgAAAANAQAADwAAAAAAAAABACAAAAAiAAAAZHJzL2Rvd25yZXYueG1sUEsBAhQAFAAAAAgAh07i&#10;QP9zBeIjBAAAsQ8AAA4AAAAAAAAAAQAgAAAAJwEAAGRycy9lMm9Eb2MueG1sUEsFBgAAAAAGAAYA&#10;WQEAALwHAAAAAA==&#10;" path="m1770532,259229l4706252,259229,4706252,175455,2174549,175455,2074433,0,2072579,0,1770532,0,1072994,0,553294,0,0,0,142202,258866,415551,258866,1072994,258866,1770532,258866xe">
                <v:path o:connectlocs="1770499,259227;4706166,259227;4706166,175453;2174509,175453;2074395,0;2072541,0;1770499,0;1072974,0;553283,0;0,0;142199,258864;415543,258864;1072974,258864;1770499,258864" o:connectangles="0,0,0,0,0,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8137525</wp:posOffset>
                </wp:positionV>
                <wp:extent cx="227330" cy="259080"/>
                <wp:effectExtent l="0" t="0" r="1270" b="7620"/>
                <wp:wrapNone/>
                <wp:docPr id="30" name="平行四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72.4pt;margin-top:640.75pt;height:20.4pt;width:17.9pt;z-index:251650048;v-text-anchor:middle;mso-width-relative:page;mso-height-relative:page;" fillcolor="#2192BC" filled="t" stroked="f" coordsize="21600,21600" o:gfxdata="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PiaI9sAAAANAQAADwAAAAAAAAABACAAAAAiAAAA&#10;ZHJzL2Rvd25yZXYueG1sUEsBAhQAFAAAAAgAh07iQDxw7YYEAgAAxQMAAA4AAAAAAAAAAQAgAAAA&#10;KgEAAGRycy9lMm9Eb2MueG1sUEsFBgAAAAAGAAYAWQEAAKAFAAAA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8134985</wp:posOffset>
                </wp:positionV>
                <wp:extent cx="1878965" cy="243840"/>
                <wp:effectExtent l="0" t="0" r="0" b="0"/>
                <wp:wrapNone/>
                <wp:docPr id="31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2438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00B0F0"/>
                                <w:kern w:val="24"/>
                              </w:rPr>
                              <w:t xml:space="preserve">荣誉奖励 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Awards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9" o:spid="_x0000_s1026" o:spt="202" type="#_x0000_t202" style="position:absolute;left:0pt;margin-left:133.4pt;margin-top:640.55pt;height:19.2pt;width:147.95pt;z-index:251651072;mso-width-relative:page;mso-height-relative:page;" filled="f" stroked="f" coordsize="21600,21600" o:gfxdata="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/1ujT2QAAAA0BAAAPAAAA&#10;AAAAAAEAIAAAACIAAABkcnMvZG93bnJldi54bWxQSwECFAAUAAAACACHTuJAiNBwYKIBAAAS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4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00B0F0"/>
                          <w:kern w:val="24"/>
                        </w:rPr>
                        <w:t xml:space="preserve">荣誉奖励    </w:t>
                      </w:r>
                      <w:r>
                        <w:rPr>
                          <w:rFonts w:ascii="方正兰亭粗黑简体" w:eastAsia="方正兰亭粗黑简体" w:cstheme="minorBidi"/>
                          <w:color w:val="FFFFFF"/>
                          <w:kern w:val="24"/>
                          <w:sz w:val="22"/>
                          <w:szCs w:val="22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8137525</wp:posOffset>
                </wp:positionV>
                <wp:extent cx="227330" cy="259080"/>
                <wp:effectExtent l="0" t="0" r="1270" b="7620"/>
                <wp:wrapNone/>
                <wp:docPr id="32" name="平行四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59" cy="258867"/>
                        </a:xfrm>
                        <a:prstGeom prst="parallelogram">
                          <a:avLst>
                            <a:gd name="adj" fmla="val 62490"/>
                          </a:avLst>
                        </a:prstGeom>
                        <a:solidFill>
                          <a:srgbClr val="4A4E59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112.3pt;margin-top:640.75pt;height:20.4pt;width:17.9pt;z-index:251652096;v-text-anchor:middle;mso-width-relative:page;mso-height-relative:page;" fillcolor="#4A4E59" filled="t" stroked="f" coordsize="21600,21600" o:gfxdata="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5MhE9oAAAANAQAA&#10;DwAAAAAAAAABACAAAAAiAAAAZHJzL2Rvd25yZXYueG1sUEsBAhQAFAAAAAgAh07iQOHhjlAXAgAA&#10;7QMAAA4AAAAAAAAAAQAgAAAAKQEAAGRycy9lMm9Eb2MueG1sUEsFBgAAAAAGAAYAWQEAALIFAAAA&#10;AA==&#10;" adj="13498"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393700</wp:posOffset>
                </wp:positionV>
                <wp:extent cx="4857750" cy="123444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660" cy="123442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>2011.09—2015.6    湖北工业大学        物流管理专业         本科学历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2013年获得学院二等奖学金，通过Adobe 国际设计师资质认证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参与物流与供应链联盟论坛峰会，并发表《中国珠三角城市配送模式解析》主题演讲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2015年发表商业报告——《2015中国12大物流商业平台模式图》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3pt;margin-top:31pt;height:97.2pt;width:382.5pt;z-index:251654144;mso-width-relative:page;mso-height-relative:page;" filled="f" stroked="f" coordsize="21600,21600" o:gfxdata="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AVabLC2QAAAAoBAAAPAAAAAAAAAAEAIAAAACIAAABkcnMvZG93bnJl&#10;di54bWxQSwECFAAUAAAACACHTuJA0rDVjYoBAADvAgAADgAAAAAAAAABACAAAAAo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>2011.09—2015.6    湖北工业大学        物流管理专业         本科学历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2013年获得学院二等奖学金，通过Adobe 国际设计师资质认证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参与物流与供应链联盟论坛峰会，并发表《中国珠三角城市配送模式解析》主题演讲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2015年发表商业报告——《2015中国12大物流商业平台模式图》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2233930</wp:posOffset>
                </wp:positionV>
                <wp:extent cx="4860290" cy="2148840"/>
                <wp:effectExtent l="0" t="0" r="0" b="3810"/>
                <wp:wrapNone/>
                <wp:docPr id="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00" cy="214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2012.05-2012.12       武汉筋斗云服装工作室   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     服装供应链构建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团队成立：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项目筋斗云体育用品获得金奖，与队员3人成立筋斗云服装工作室；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运营规划：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确定目标客户群体，参照校内文体活动时间进行产品供应链控制；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市场开发：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与湖工体育部一共23人进行洽谈，确定19个院系服装供应业务合作；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2013.03—2015.10      武汉云印网络科技有限公司    产品经理 / 主设计师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创业项目：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参与创青春创业计划大赛，项目《云印在线》获银奖，团队4人注册公司；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产品开发：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经历云印杂志编辑app，云印在线模板app，到最终版的云印简历app应用；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产品运营：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于各高校进行简历定制推广活动，参与产品需求采集改进及维护。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11.1pt;margin-top:175.9pt;height:169.2pt;width:382.7pt;z-index:251655168;v-text-anchor:middle;mso-width-relative:page;mso-height-relative:page;" filled="f" stroked="f" coordsize="21600,21600" o:gfxdata="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Ks5yrYAAAACwEAAA8AAAAAAAAAAQAgAAAAIgAAAGRycy9kb3ducmV2LnhtbFBLAQIU&#10;ABQAAAAIAIdO4kCdgUiy8wEAANY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2012.05-2012.12       武汉筋斗云服装工作室   </w:t>
                      </w:r>
                      <w:r>
                        <w:rPr>
                          <w:rFonts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     服装供应链构建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团队成立：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项目筋斗云体育用品获得金奖，与队员3人成立筋斗云服装工作室；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运营规划：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确定目标客户群体，参照校内文体活动时间进行产品供应链控制；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市场开发：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与湖工体育部一共23人进行洽谈，确定19个院系服装供应业务合作；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2013.03—2015.10      武汉云印网络科技有限公司    产品经理 / 主设计师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创业项目：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参与创青春创业计划大赛，项目《云印在线》获银奖，团队4人注册公司；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产品开发：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经历云印杂志编辑app，云印在线模板app，到最终版的云印简历app应用；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产品运营：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于各高校进行简历定制推广活动，参与产品需求采集改进及维护。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6919595</wp:posOffset>
                </wp:positionV>
                <wp:extent cx="4860290" cy="1005840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200" cy="1005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语言技能：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英语CET6、武汉话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专业技能：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熟悉PS、AI等软件操作，掌握Xmind等脑图工具，精通PPT操作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管理能力：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前后多次担任项目经理及组织管理者，所有团队至今仍保持团队文化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演讲培训：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举行校内演讲26次，行业论坛演讲3次，新媒体、物流培训各一次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1pt;margin-top:544.85pt;height:79.2pt;width:382.7pt;z-index:251656192;mso-width-relative:page;mso-height-relative:page;" filled="f" stroked="f" coordsize="21600,21600" o:gfxdata="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BEcIOx2gAAAA0BAAAPAAAAAAAAAAEAIAAAACIAAABkcnMvZG93bnJl&#10;di54bWxQSwECFAAUAAAACACHTuJAhQIGz4kBAADv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语言技能：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英语CET6、武汉话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专业技能：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熟悉PS、AI等软件操作，掌握Xmind等脑图工具，精通PPT操作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管理能力：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前后多次担任项目经理及组织管理者，所有团队至今仍保持团队文化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演讲培训：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举行校内演讲26次，行业论坛演讲3次，新媒体、物流培训各一次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1412240</wp:posOffset>
                </wp:positionH>
                <wp:positionV relativeFrom="paragraph">
                  <wp:posOffset>5202555</wp:posOffset>
                </wp:positionV>
                <wp:extent cx="4859020" cy="1005840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930" cy="1005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20"/>
                                <w:szCs w:val="20"/>
                              </w:rPr>
                              <w:t xml:space="preserve">2012.09-2013.06     湖北工业大学工程技术学院学生会     体育部部长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 xml:space="preserve">任期一年，带领部门13人      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 xml:space="preserve">组织管理系100余人篮球赛 及 学院运动会等活动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color w:val="595959"/>
                                <w:sz w:val="18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494D58"/>
                                <w:kern w:val="24"/>
                                <w:sz w:val="18"/>
                                <w:szCs w:val="18"/>
                              </w:rPr>
                              <w:t>参与创青春创业计划大赛，项目《云印在线》获银奖，团队4人注册公司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2pt;margin-top:409.65pt;height:79.2pt;width:382.6pt;z-index:251657216;mso-width-relative:page;mso-height-relative:page;" filled="f" stroked="f" coordsize="21600,21600" o:gfxdata="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L7iO9bbAAAACwEAAA8AAAAAAAAAAQAgAAAAIgAAAGRycy9kb3du&#10;cmV2LnhtbFBLAQIUABQAAAAIAIdO4kC/TClWigEAAO8CAAAOAAAAAAAAAAEAIAAAACo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20"/>
                          <w:szCs w:val="20"/>
                        </w:rPr>
                        <w:t xml:space="preserve">2012.09-2013.06     湖北工业大学工程技术学院学生会     体育部部长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 xml:space="preserve">任期一年，带领部门13人      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 xml:space="preserve">组织管理系100余人篮球赛 及 学院运动会等活动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color w:val="595959"/>
                          <w:sz w:val="18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494D58"/>
                          <w:kern w:val="24"/>
                          <w:sz w:val="18"/>
                          <w:szCs w:val="18"/>
                        </w:rPr>
                        <w:t>参与创青春创业计划大赛，项目《云印在线》获银奖，团队4人注册公司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8599170</wp:posOffset>
                </wp:positionV>
                <wp:extent cx="4860290" cy="548640"/>
                <wp:effectExtent l="0" t="0" r="0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200" cy="548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所持证书：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英语四级证书、普通话二级甲等证书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本科阶段：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4A4E59"/>
                                <w:kern w:val="24"/>
                                <w:sz w:val="18"/>
                                <w:szCs w:val="18"/>
                              </w:rPr>
                              <w:t>校级三好学生、系级三好学生、优秀学生干部、优秀主持人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1pt;margin-top:677.1pt;height:43.2pt;width:382.7pt;z-index:251658240;mso-width-relative:page;mso-height-relative:page;" filled="f" stroked="f" coordsize="21600,21600" o:gfxdata="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JbkV5LbAAAADQEAAA8AAAAAAAAAAQAgAAAAIgAAAGRycy9kb3ducmV2Lnht&#10;bFBLAQIUABQAAAAIAIdO4kAynXLrhAEAAO4CAAAOAAAAAAAAAAEAIAAAACoBAABkcnMvZTJvRG9j&#10;LnhtbFBLBQYAAAAABgAGAFkBAAA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所持证书：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英语四级证书、普通话二级甲等证书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本科阶段：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4A4E59"/>
                          <w:kern w:val="24"/>
                          <w:sz w:val="18"/>
                          <w:szCs w:val="18"/>
                        </w:rPr>
                        <w:t>校级三好学生、系级三好学生、优秀学生干部、优秀主持人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3115945</wp:posOffset>
                </wp:positionV>
                <wp:extent cx="2180590" cy="346710"/>
                <wp:effectExtent l="0" t="0" r="10160" b="1524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245.35pt;height:27.3pt;width:171.7pt;z-index:251607040;v-text-anchor:middle;mso-width-relative:page;mso-height-relative:page;" fillcolor="#2192BC" filled="t" stroked="f" coordsize="21600,21600" o:gfxdata="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6Ff+jdoAAAAMAQAA&#10;DwAAAAAAAAABACAAAAAiAAAAZHJzL2Rvd25yZXYueG1sUEsBAhQAFAAAAAgAh07iQILwrt3eAQAA&#10;kQMAAA4AAAAAAAAAAQAgAAAAKQEAAGRycy9lMm9Eb2MueG1sUEsFBgAAAAAGAAYAWQEAAHkFAAAA&#10;AA==&#10;">
                <v:fill on="t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-932815</wp:posOffset>
                </wp:positionH>
                <wp:positionV relativeFrom="paragraph">
                  <wp:posOffset>-362585</wp:posOffset>
                </wp:positionV>
                <wp:extent cx="1744345" cy="47244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313" cy="47243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0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0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产品经理、运营专员岗位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45pt;margin-top:-28.55pt;height:37.2pt;width:137.35pt;z-index:251618304;mso-width-relative:page;mso-height-relative:page;" filled="f" stroked="f" coordsize="21600,21600" o:gfxdata="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KhHM13aAAAACwEAAA8AAAAAAAAAAQAgAAAAIgAAAGRycy9kb3ducmV2&#10;LnhtbFBLAQIUABQAAAAIAIdO4kBvCg19iAEAAOwCAAAOAAAAAAAAAAEAIAAAACk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0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0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产品经理、运营专员岗位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5142230</wp:posOffset>
                </wp:positionV>
                <wp:extent cx="2180590" cy="346710"/>
                <wp:effectExtent l="0" t="0" r="1016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404.9pt;height:27.3pt;width:171.7pt;z-index:251619328;v-text-anchor:middle;mso-width-relative:page;mso-height-relative:page;" fillcolor="#2192BC" filled="t" stroked="f" coordsize="21600,21600" o:gfxdata="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2p0m9kAAAAMAQAADwAAAAAA&#10;AAABACAAAAAiAAAAZHJzL2Rvd25yZXYueG1sUEsBAhQAFAAAAAgAh07iQL2T1xTZAQAAhgMAAA4A&#10;AAAAAAAAAQAgAAAAKAEAAGRycy9lMm9Eb2MueG1sUEsFBgAAAAAGAAYAWQEAAHMFAAAAAA==&#10;">
                <v:fill on="t" focussize="0,0"/>
                <v:stroke on="f" weight="4.5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6591935</wp:posOffset>
                </wp:positionV>
                <wp:extent cx="2180590" cy="346710"/>
                <wp:effectExtent l="0" t="0" r="10160" b="1524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84" cy="346400"/>
                        </a:xfrm>
                        <a:prstGeom prst="rect">
                          <a:avLst/>
                        </a:prstGeom>
                        <a:solidFill>
                          <a:srgbClr val="2192BC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519.05pt;height:27.3pt;width:171.7pt;z-index:251620352;v-text-anchor:middle;mso-width-relative:page;mso-height-relative:page;" fillcolor="#2192BC" filled="t" stroked="f" coordsize="21600,21600" o:gfxdata="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f/jmc2gAAAA4BAAAPAAAA&#10;AAAAAAEAIAAAACIAAABkcnMvZG93bnJldi54bWxQSwECFAAUAAAACACHTuJA5276k9oBAACGAwAA&#10;DgAAAAAAAAABACAAAAApAQAAZHJzL2Uyb0RvYy54bWxQSwUGAAAAAAYABgBZAQAAdQUAAAAA&#10;">
                <v:fill on="t" focussize="0,0"/>
                <v:stroke on="f" weight="4.5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3002915</wp:posOffset>
                </wp:positionV>
                <wp:extent cx="190500" cy="113030"/>
                <wp:effectExtent l="0" t="0" r="635" b="1905"/>
                <wp:wrapNone/>
                <wp:docPr id="10" name="等腰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236.45pt;height:8.9pt;width:15pt;z-index:251621376;v-text-anchor:middle;mso-width-relative:page;mso-height-relative:page;" fillcolor="#114F65" filled="t" stroked="f" coordsize="21600,21600" o:gfxdata="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5LIktoAAAALAQAADwAAAAAAAAABACAAAAAiAAAAZHJzL2Rv&#10;d25yZXYueG1sUEsBAhQAFAAAAAgAh07iQAntydr/AQAAvAMAAA4AAAAAAAAAAQAgAAAAKQEAAGRy&#10;cy9lMm9Eb2MueG1sUEsFBgAAAAAGAAYAWQEAAJoFAAAAAA=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5029200</wp:posOffset>
                </wp:positionV>
                <wp:extent cx="190500" cy="113030"/>
                <wp:effectExtent l="0" t="0" r="635" b="1905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396pt;height:8.9pt;width:15pt;z-index:251622400;v-text-anchor:middle;mso-width-relative:page;mso-height-relative:page;" fillcolor="#114F65" filled="t" stroked="f" coordsize="21600,21600" o:gfxdata="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LRXZdoAAAALAQAADwAAAAAAAAABACAAAAAiAAAAZHJzL2Rv&#10;d25yZXYueG1sUEsBAhQAFAAAAAgAh07iQK0EWVf/AQAAvAMAAA4AAAAAAAAAAQAgAAAAKQEAAGRy&#10;cy9lMm9Eb2MueG1sUEsFBgAAAAAGAAYAWQEAAJoFAAAAAA=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6478905</wp:posOffset>
                </wp:positionV>
                <wp:extent cx="190500" cy="113030"/>
                <wp:effectExtent l="0" t="0" r="635" b="1905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6" cy="1128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114F6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1.15pt;margin-top:510.15pt;height:8.9pt;width:15pt;z-index:251623424;v-text-anchor:middle;mso-width-relative:page;mso-height-relative:page;" fillcolor="#114F65" filled="t" stroked="f" coordsize="21600,21600" o:gfxdata="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1JzdvYAAAADQEAAA8AAAAAAAAAAQAgAAAAIgAAAGRycy9kb3du&#10;cmV2LnhtbFBLAQIUABQAAAAIAIdO4kAAOJka/wEAALwDAAAOAAAAAAAAAAEAIAAAACcBAABkcnMv&#10;ZTJvRG9jLnhtbFBLBQYAAAAABgAGAFkBAACYBQAAAAA=&#10;" adj="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3007995</wp:posOffset>
                </wp:positionV>
                <wp:extent cx="1590675" cy="48133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751" cy="481379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基础信息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236.85pt;height:37.9pt;width:125.25pt;z-index:251624448;v-text-anchor:middle;mso-width-relative:page;mso-height-relative:page;" filled="f" stroked="f" coordsize="21600,21600" o:gfxdata="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xiwfaAAAACwEAAA8AAAAAAAAAAQAgAAAAIgAA&#10;AGRycy9kb3ducmV2LnhtbFBLAQIUABQAAAAIAIdO4kCh8o6YzQEAAGoDAAAOAAAAAAAAAAEAIAAA&#10;ACkBAABkcnMvZTJvRG9jLnhtbFBLBQYAAAAABgAGAFkBAABoBQAAAAA=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基础信息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5045710</wp:posOffset>
                </wp:positionV>
                <wp:extent cx="1657985" cy="530225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896" cy="529952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397.3pt;height:41.75pt;width:130.55pt;z-index:251625472;v-text-anchor:middle;mso-width-relative:page;mso-height-relative:page;" filled="f" stroked="f" coordsize="21600,21600" o:gfxdata="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d8AS9oAAAAMAQAADwAAAAAAAAABACAAAAAiAAAA&#10;ZHJzL2Rvd25yZXYueG1sUEsBAhQAFAAAAAgAh07iQF8cuorMAQAAagMAAA4AAAAAAAAAAQAgAAAA&#10;KQEAAGRycy9lMm9Eb2MueG1sUEsFBgAAAAAGAAYAWQEAAGcFAAAAAA==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-958850</wp:posOffset>
                </wp:positionH>
                <wp:positionV relativeFrom="paragraph">
                  <wp:posOffset>6492240</wp:posOffset>
                </wp:positionV>
                <wp:extent cx="1725930" cy="45720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134" cy="457456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5.5pt;margin-top:511.2pt;height:36pt;width:135.9pt;z-index:251626496;v-text-anchor:middle;mso-width-relative:page;mso-height-relative:page;" filled="f" stroked="f" coordsize="21600,21600" o:gfxdata="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sKvxI2QAAAA4BAAAPAAAAAAAAAAEAIAAAACIAAABk&#10;cnMvZG93bnJldi54bWxQSwECFAAUAAAACACHTuJAP3+UWswBAABqAwAADgAAAAAAAAABACAAAAAo&#10;AQAAZHJzL2Uyb0RvYy54bWxQSwUGAAAAAAYABgBZAQAAZgUAAAAA&#10;">
                <v:fill on="f" focussize="0,0"/>
                <v:stroke on="f" weight="4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-932815</wp:posOffset>
                </wp:positionH>
                <wp:positionV relativeFrom="paragraph">
                  <wp:posOffset>5636260</wp:posOffset>
                </wp:positionV>
                <wp:extent cx="1899285" cy="77724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50" cy="7772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外语证书：英语CET6、CET4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资格证书：Adobe国际认证证书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软件操作：计算机三级网络工程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45pt;margin-top:443.8pt;height:61.2pt;width:149.55pt;z-index:251659264;mso-width-relative:page;mso-height-relative:page;" filled="f" stroked="f" coordsize="21600,21600" o:gfxdata="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KEGuS7cAAAADQEAAA8AAAAAAAAAAQAgAAAAIgAAAGRycy9kb3du&#10;cmV2LnhtbFBLAQIUABQAAAAIAIdO4kAU9P9TiQEAAO4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外语证书：英语CET6、CET4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资格证书：Adobe国际认证证书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软件操作：计算机三级网络工程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7077710</wp:posOffset>
                </wp:positionV>
                <wp:extent cx="1814195" cy="146304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162" cy="146302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良好的公共关系意识，善于沟通，活动策划和组织协调能力。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良好的心态和责任感，吃苦耐劳，擅于管理，勇于面对挑战。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良好的自主学习能力，习惯制定学习计划，勤于学习不断提高。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3.85pt;margin-top:557.3pt;height:115.2pt;width:142.85pt;z-index:251660288;mso-width-relative:page;mso-height-relative:page;" filled="f" stroked="f" coordsize="21600,21600" o:gfxdata="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UWB1RNsAAAAOAQAADwAAAAAAAAABACAAAAAiAAAAZHJzL2Rvd25y&#10;ZXYueG1sUEsBAhQAFAAAAAgAh07iQNJKSiCJAQAA7w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良好的公共关系意识，善于沟通，活动策划和组织协调能力。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良好的心态和责任感，吃苦耐劳，擅于管理，勇于面对挑战。</w:t>
                      </w: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良好的自主学习能力，习惯制定学习计划，勤于学习不断提高。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03968" behindDoc="1" locked="0" layoutInCell="1" allowOverlap="1">
            <wp:simplePos x="0" y="0"/>
            <wp:positionH relativeFrom="page">
              <wp:posOffset>4445</wp:posOffset>
            </wp:positionH>
            <wp:positionV relativeFrom="paragraph">
              <wp:posOffset>-914400</wp:posOffset>
            </wp:positionV>
            <wp:extent cx="7546975" cy="106965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975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068A4"/>
    <w:multiLevelType w:val="multilevel"/>
    <w:tmpl w:val="419068A4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">
    <w:nsid w:val="444F5CE2"/>
    <w:multiLevelType w:val="multilevel"/>
    <w:tmpl w:val="444F5CE2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A493F"/>
    <w:rsid w:val="00127990"/>
    <w:rsid w:val="00341342"/>
    <w:rsid w:val="007669CA"/>
    <w:rsid w:val="00843008"/>
    <w:rsid w:val="008B11F0"/>
    <w:rsid w:val="00900224"/>
    <w:rsid w:val="00AE0B9D"/>
    <w:rsid w:val="08495D87"/>
    <w:rsid w:val="24BA380D"/>
    <w:rsid w:val="2F712A5F"/>
    <w:rsid w:val="375A493F"/>
    <w:rsid w:val="73066501"/>
    <w:rsid w:val="7658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8212;&#21019;&#24847;&#23450;&#21046;B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简历—创意定制B</Template>
  <Pages>1</Pages>
  <Words>7</Words>
  <Characters>40</Characters>
  <Lines>1</Lines>
  <Paragraphs>1</Paragraphs>
  <TotalTime>0</TotalTime>
  <ScaleCrop>false</ScaleCrop>
  <LinksUpToDate>false</LinksUpToDate>
  <CharactersWithSpaces>46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2016-03-10T05:15:00Z</dcterms:created>
  <dc:creator>Administrator</dc:creator>
  <cp:lastModifiedBy>WPS_1528193819</cp:lastModifiedBy>
  <dcterms:modified xsi:type="dcterms:W3CDTF">2018-07-22T03:53:39Z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